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78EA2000" w:rsidR="00421E32" w:rsidRPr="007F3777" w:rsidRDefault="00EF44EF" w:rsidP="00EF44E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5F009C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91A8C9E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D15B61">
        <w:rPr>
          <w:b/>
          <w:lang w:val="en-GB"/>
        </w:rPr>
        <w:t xml:space="preserve"> 2</w:t>
      </w:r>
      <w:r w:rsidR="00133C7F">
        <w:rPr>
          <w:b/>
          <w:lang w:val="en-GB"/>
        </w:rPr>
        <w:t>7</w:t>
      </w:r>
      <w:r w:rsidR="00D15B61">
        <w:rPr>
          <w:b/>
          <w:lang w:val="en-GB"/>
        </w:rPr>
        <w:t>-G023-23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F2AD20E" w:rsidR="00B0293A" w:rsidRPr="00532E97" w:rsidRDefault="0003100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3103D0">
              <w:rPr>
                <w:rFonts w:ascii="Calibri" w:hAnsi="Calibri"/>
                <w:szCs w:val="20"/>
              </w:rPr>
              <w:t>/1</w:t>
            </w:r>
            <w:r w:rsidR="00CB169D">
              <w:rPr>
                <w:rFonts w:ascii="Calibri" w:hAnsi="Calibri"/>
                <w:szCs w:val="20"/>
              </w:rPr>
              <w:t>1</w:t>
            </w:r>
            <w:r w:rsidR="003C0ADD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0E7989E" w:rsidR="00B0293A" w:rsidRPr="00CB6DDC" w:rsidRDefault="0003100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B02F4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 at 5pm Tarawa time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942FD90" w:rsidR="00B0293A" w:rsidRPr="00251A4B" w:rsidRDefault="0003100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1B02F4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D82C3FC" w:rsidR="00B0293A" w:rsidRPr="00CB6DDC" w:rsidRDefault="0003100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8B185C" w:rsidRPr="008B185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8B185C" w:rsidRPr="008B185C">
              <w:rPr>
                <w:rFonts w:ascii="Calibri" w:hAnsi="Calibri"/>
                <w:szCs w:val="20"/>
              </w:rPr>
              <w:t>/2022</w:t>
            </w:r>
            <w:r w:rsidR="008B185C">
              <w:rPr>
                <w:rFonts w:ascii="Calibri" w:hAnsi="Calibri"/>
                <w:szCs w:val="20"/>
              </w:rPr>
              <w:t xml:space="preserve"> </w:t>
            </w:r>
            <w:r w:rsidR="003A3313">
              <w:rPr>
                <w:rFonts w:ascii="Calibri" w:hAnsi="Calibri"/>
                <w:szCs w:val="20"/>
              </w:rPr>
              <w:t>at 5:00pm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AABA2FE" w:rsidR="00B0293A" w:rsidRPr="00532E97" w:rsidRDefault="0003100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1B02F4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242B7A9" w:rsidR="00B0293A" w:rsidRPr="00532E97" w:rsidRDefault="0003100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FD7AD5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751EFF4" w:rsidR="00B0293A" w:rsidRPr="00532E97" w:rsidRDefault="00A021D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3B25B7">
              <w:rPr>
                <w:rFonts w:ascii="Calibri" w:hAnsi="Calibri"/>
                <w:szCs w:val="20"/>
              </w:rPr>
              <w:t>/12/2022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D6F42F3" w:rsidR="00B0293A" w:rsidRPr="00532E97" w:rsidRDefault="00A021D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FD7AD5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0683FEB" w:rsidR="00B0293A" w:rsidRPr="00532E97" w:rsidRDefault="003B25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021DF">
              <w:rPr>
                <w:rFonts w:ascii="Calibri" w:hAnsi="Calibri"/>
                <w:szCs w:val="20"/>
              </w:rPr>
              <w:t>8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FD7AD5">
              <w:rPr>
                <w:rFonts w:ascii="Calibri" w:hAnsi="Calibri"/>
                <w:szCs w:val="20"/>
              </w:rPr>
              <w:t>2</w:t>
            </w:r>
            <w:r w:rsidR="001B02F4">
              <w:rPr>
                <w:rFonts w:ascii="Calibri" w:hAnsi="Calibri"/>
                <w:szCs w:val="20"/>
              </w:rPr>
              <w:t>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CB0A" w14:textId="77777777" w:rsidR="00C829FB" w:rsidRDefault="00C829FB">
      <w:r>
        <w:separator/>
      </w:r>
    </w:p>
  </w:endnote>
  <w:endnote w:type="continuationSeparator" w:id="0">
    <w:p w14:paraId="341C7DF0" w14:textId="77777777" w:rsidR="00C829FB" w:rsidRDefault="00C829FB">
      <w:r>
        <w:continuationSeparator/>
      </w:r>
    </w:p>
  </w:endnote>
  <w:endnote w:type="continuationNotice" w:id="1">
    <w:p w14:paraId="6F2F3EF5" w14:textId="77777777" w:rsidR="00C829FB" w:rsidRDefault="00C82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28565C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F44EF">
      <w:rPr>
        <w:noProof/>
      </w:rPr>
      <w:t>2023-11-27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174C" w14:textId="77777777" w:rsidR="00C829FB" w:rsidRDefault="00C829FB">
      <w:r>
        <w:separator/>
      </w:r>
    </w:p>
  </w:footnote>
  <w:footnote w:type="continuationSeparator" w:id="0">
    <w:p w14:paraId="7CC052F4" w14:textId="77777777" w:rsidR="00C829FB" w:rsidRDefault="00C829FB">
      <w:r>
        <w:continuationSeparator/>
      </w:r>
    </w:p>
  </w:footnote>
  <w:footnote w:type="continuationNotice" w:id="1">
    <w:p w14:paraId="72F3DAD7" w14:textId="77777777" w:rsidR="00C829FB" w:rsidRDefault="00C82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BD95FE9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D15B61">
      <w:rPr>
        <w:rStyle w:val="Strong"/>
        <w:rFonts w:asciiTheme="minorHAnsi" w:hAnsiTheme="minorHAnsi" w:cstheme="minorHAnsi"/>
        <w:lang w:val="en-GB"/>
      </w:rPr>
      <w:t>27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D15B61">
      <w:rPr>
        <w:rStyle w:val="Strong"/>
        <w:rFonts w:asciiTheme="minorHAnsi" w:hAnsiTheme="minorHAnsi" w:cstheme="minorHAnsi"/>
        <w:lang w:val="en-GB"/>
      </w:rPr>
      <w:t>G023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D15B61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78857">
    <w:abstractNumId w:val="1"/>
  </w:num>
  <w:num w:numId="2" w16cid:durableId="1117018839">
    <w:abstractNumId w:val="10"/>
  </w:num>
  <w:num w:numId="3" w16cid:durableId="1193615602">
    <w:abstractNumId w:val="11"/>
  </w:num>
  <w:num w:numId="4" w16cid:durableId="626156557">
    <w:abstractNumId w:val="4"/>
  </w:num>
  <w:num w:numId="5" w16cid:durableId="1971548429">
    <w:abstractNumId w:val="3"/>
  </w:num>
  <w:num w:numId="6" w16cid:durableId="304437182">
    <w:abstractNumId w:val="7"/>
  </w:num>
  <w:num w:numId="7" w16cid:durableId="1247766326">
    <w:abstractNumId w:val="5"/>
  </w:num>
  <w:num w:numId="8" w16cid:durableId="1181623758">
    <w:abstractNumId w:val="9"/>
  </w:num>
  <w:num w:numId="9" w16cid:durableId="1906913231">
    <w:abstractNumId w:val="0"/>
  </w:num>
  <w:num w:numId="10" w16cid:durableId="756294516">
    <w:abstractNumId w:val="8"/>
  </w:num>
  <w:num w:numId="11" w16cid:durableId="2103867130">
    <w:abstractNumId w:val="2"/>
  </w:num>
  <w:num w:numId="12" w16cid:durableId="4836616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003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C7F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02F4"/>
    <w:rsid w:val="001B2828"/>
    <w:rsid w:val="001B28AC"/>
    <w:rsid w:val="001B54D2"/>
    <w:rsid w:val="001B6479"/>
    <w:rsid w:val="001B6E4F"/>
    <w:rsid w:val="001C130E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3D0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313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5B7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0AD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5EC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65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C4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57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817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5BC1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2BC"/>
    <w:rsid w:val="0084262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85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3B9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438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1DF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972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9F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69D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B61"/>
    <w:rsid w:val="00D15CF2"/>
    <w:rsid w:val="00D16CA8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4BE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4EF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D7AD5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97C4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12</cp:revision>
  <cp:lastPrinted>2013-10-18T08:32:00Z</cp:lastPrinted>
  <dcterms:created xsi:type="dcterms:W3CDTF">2022-11-17T04:33:00Z</dcterms:created>
  <dcterms:modified xsi:type="dcterms:W3CDTF">2023-11-27T02:44:00Z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